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41" w:rsidRDefault="00871041">
      <w:r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2" type="#_x0000_t98" style="position:absolute;margin-left:172.05pt;margin-top:10.85pt;width:266.1pt;height:23.05pt;z-index:-251656192" fillcolor="#d8d8d8 [2732]"/>
        </w:pict>
      </w:r>
      <w:r>
        <w:rPr>
          <w:noProof/>
        </w:rPr>
        <w:pict>
          <v:group id="_x0000_s1026" style="position:absolute;margin-left:1.65pt;margin-top:-27.6pt;width:544.3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71041">
                      <w:pPr>
                        <w:tabs>
                          <w:tab w:val="right" w:pos="5580"/>
                          <w:tab w:val="right" w:pos="990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877409" w:rsidRPr="00877409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HW32</w:t>
                        </w:r>
                        <w:r w:rsidR="00877409">
                          <w:rPr>
                            <w:noProof/>
                          </w:rPr>
                          <w:t>_UnitTestReview.doc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>, Mr. Bielmeier</w:t>
                      </w:r>
                    </w:p>
                    <w:p w:rsidR="004A1C66" w:rsidRPr="0021511C" w:rsidRDefault="004A1C66" w:rsidP="00871041">
                      <w:pPr>
                        <w:pStyle w:val="Header"/>
                        <w:tabs>
                          <w:tab w:val="clear" w:pos="4680"/>
                          <w:tab w:val="right" w:pos="225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871041">
                      <w:pPr>
                        <w:tabs>
                          <w:tab w:val="right" w:pos="225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871041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Thu, Oct 9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71041" w:rsidRPr="00871041" w:rsidRDefault="00871041" w:rsidP="00871041">
      <w:pPr>
        <w:ind w:left="3600"/>
      </w:pPr>
      <w:r>
        <w:rPr>
          <w:noProof/>
        </w:rPr>
        <w:pict>
          <v:rect id="_x0000_s1033" style="position:absolute;left:0;text-align:left;margin-left:494.6pt;margin-top:8.35pt;width:23.05pt;height:23.05pt;z-index:251658240" filled="f" stroked="f">
            <v:textbox style="mso-next-textbox:#_x0000_s1033">
              <w:txbxContent>
                <w:p w:rsidR="00871041" w:rsidRDefault="00871041" w:rsidP="00871041">
                  <w:r>
                    <w:t>B</w:t>
                  </w:r>
                </w:p>
              </w:txbxContent>
            </v:textbox>
          </v:rect>
        </w:pict>
      </w:r>
      <w:r w:rsidRPr="006A1869">
        <w:rPr>
          <w:rFonts w:ascii="Calibri" w:hAnsi="Calibri" w:cs="Cambria"/>
          <w:b/>
          <w:i/>
          <w:sz w:val="28"/>
        </w:rPr>
        <w:t xml:space="preserve">Remember, </w:t>
      </w:r>
      <w:proofErr w:type="gramStart"/>
      <w:r w:rsidRPr="006A1869">
        <w:rPr>
          <w:rFonts w:ascii="Calibri" w:hAnsi="Calibri" w:cs="Cambria"/>
          <w:b/>
          <w:i/>
          <w:sz w:val="28"/>
        </w:rPr>
        <w:t>the  Unit</w:t>
      </w:r>
      <w:proofErr w:type="gramEnd"/>
      <w:r w:rsidRPr="006A1869">
        <w:rPr>
          <w:rFonts w:ascii="Calibri" w:hAnsi="Calibri" w:cs="Cambria"/>
          <w:b/>
          <w:i/>
          <w:sz w:val="28"/>
        </w:rPr>
        <w:t xml:space="preserve"> </w:t>
      </w:r>
      <w:r>
        <w:rPr>
          <w:rFonts w:ascii="Calibri" w:hAnsi="Calibri" w:cs="Cambria"/>
          <w:b/>
          <w:i/>
          <w:sz w:val="28"/>
        </w:rPr>
        <w:t>2</w:t>
      </w:r>
      <w:r w:rsidRPr="006A1869">
        <w:rPr>
          <w:rFonts w:ascii="Calibri" w:hAnsi="Calibri" w:cs="Cambria"/>
          <w:b/>
          <w:i/>
          <w:sz w:val="28"/>
        </w:rPr>
        <w:t xml:space="preserve"> Test is THURSDAY!!!</w:t>
      </w:r>
      <w:r w:rsidRPr="00FB314C">
        <w:rPr>
          <w:noProof/>
        </w:rPr>
        <w:t xml:space="preserve"> </w:t>
      </w:r>
    </w:p>
    <w:p w:rsidR="004A1C66" w:rsidRDefault="004A1C66"/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6"/>
        <w:gridCol w:w="5472"/>
      </w:tblGrid>
      <w:tr w:rsidR="00871041" w:rsidRPr="00F10995" w:rsidTr="00D657BC">
        <w:tc>
          <w:tcPr>
            <w:tcW w:w="10998" w:type="dxa"/>
            <w:gridSpan w:val="2"/>
          </w:tcPr>
          <w:p w:rsidR="00871041" w:rsidRDefault="00871041" w:rsidP="00871041">
            <w:pPr>
              <w:numPr>
                <w:ilvl w:val="0"/>
                <w:numId w:val="1"/>
              </w:numPr>
              <w:spacing w:line="360" w:lineRule="auto"/>
            </w:pPr>
            <w:r>
              <w:t>Draw a figure with the following criteria:</w:t>
            </w:r>
          </w:p>
          <w:p w:rsidR="00871041" w:rsidRDefault="00871041" w:rsidP="00871041">
            <w:pPr>
              <w:numPr>
                <w:ilvl w:val="0"/>
                <w:numId w:val="2"/>
              </w:numPr>
              <w:spacing w:line="360" w:lineRule="auto"/>
              <w:rPr>
                <w:i/>
              </w:rPr>
            </w:pPr>
            <w:r>
              <w:t xml:space="preserve">Plane </w:t>
            </w:r>
            <w:r>
              <w:rPr>
                <w:i/>
              </w:rPr>
              <w:t>F</w:t>
            </w:r>
          </w:p>
          <w:p w:rsidR="00871041" w:rsidRPr="00215502" w:rsidRDefault="00871041" w:rsidP="00871041">
            <w:pPr>
              <w:numPr>
                <w:ilvl w:val="0"/>
                <w:numId w:val="2"/>
              </w:numPr>
              <w:spacing w:line="360" w:lineRule="auto"/>
              <w:rPr>
                <w:i/>
              </w:rPr>
            </w:pPr>
            <w:r>
              <w:t xml:space="preserve">Lying on Plane </w:t>
            </w:r>
            <w:r>
              <w:rPr>
                <w:i/>
              </w:rPr>
              <w:t>F</w:t>
            </w:r>
            <w:r>
              <w:t>, line SH</w:t>
            </w:r>
          </w:p>
          <w:p w:rsidR="00871041" w:rsidRPr="00F10995" w:rsidRDefault="00871041" w:rsidP="00871041">
            <w:pPr>
              <w:numPr>
                <w:ilvl w:val="0"/>
                <w:numId w:val="2"/>
              </w:numPr>
              <w:spacing w:line="360" w:lineRule="auto"/>
              <w:rPr>
                <w:i/>
              </w:rPr>
            </w:pPr>
            <w:r>
              <w:t>On Line SH between Point S and Point H there is a Point I</w:t>
            </w:r>
          </w:p>
          <w:p w:rsidR="00871041" w:rsidRPr="00F10995" w:rsidRDefault="00871041" w:rsidP="00871041">
            <w:pPr>
              <w:numPr>
                <w:ilvl w:val="0"/>
                <w:numId w:val="2"/>
              </w:numPr>
              <w:spacing w:line="360" w:lineRule="auto"/>
              <w:rPr>
                <w:i/>
              </w:rPr>
            </w:pPr>
            <w:r>
              <w:t>Point T that is non-collinear with IH, but coplanar to IH</w:t>
            </w:r>
          </w:p>
          <w:p w:rsidR="00871041" w:rsidRPr="00F10995" w:rsidRDefault="00871041" w:rsidP="00871041">
            <w:pPr>
              <w:numPr>
                <w:ilvl w:val="0"/>
                <w:numId w:val="2"/>
              </w:numPr>
              <w:spacing w:line="360" w:lineRule="auto"/>
              <w:rPr>
                <w:i/>
              </w:rPr>
            </w:pPr>
            <w:r>
              <w:t>Point U that is non-coplanar with points H,I, and T</w:t>
            </w:r>
          </w:p>
          <w:p w:rsidR="00871041" w:rsidRPr="00F10995" w:rsidRDefault="00871041" w:rsidP="00871041">
            <w:pPr>
              <w:numPr>
                <w:ilvl w:val="0"/>
                <w:numId w:val="2"/>
              </w:numPr>
              <w:spacing w:line="360" w:lineRule="auto"/>
              <w:rPr>
                <w:i/>
              </w:rPr>
            </w:pPr>
            <w:r>
              <w:t>A ray with endpoint R</w:t>
            </w:r>
          </w:p>
          <w:p w:rsidR="00871041" w:rsidRPr="00F10995" w:rsidRDefault="00871041" w:rsidP="00871041">
            <w:pPr>
              <w:numPr>
                <w:ilvl w:val="0"/>
                <w:numId w:val="2"/>
              </w:numPr>
              <w:spacing w:line="360" w:lineRule="auto"/>
              <w:rPr>
                <w:i/>
              </w:rPr>
            </w:pPr>
            <w:r>
              <w:t xml:space="preserve">Plane </w:t>
            </w:r>
            <w:r>
              <w:rPr>
                <w:i/>
              </w:rPr>
              <w:t>X</w:t>
            </w:r>
            <w:r>
              <w:t xml:space="preserve"> that intersects Plane </w:t>
            </w:r>
            <w:r>
              <w:rPr>
                <w:i/>
              </w:rPr>
              <w:t xml:space="preserve">F </w:t>
            </w:r>
            <w:r>
              <w:t>at line SH</w:t>
            </w:r>
          </w:p>
          <w:p w:rsidR="00871041" w:rsidRDefault="00871041" w:rsidP="00D657BC">
            <w:pPr>
              <w:spacing w:line="360" w:lineRule="auto"/>
            </w:pPr>
          </w:p>
          <w:p w:rsidR="00871041" w:rsidRPr="00F10995" w:rsidRDefault="00871041" w:rsidP="00D657BC">
            <w:pPr>
              <w:spacing w:line="360" w:lineRule="auto"/>
            </w:pPr>
          </w:p>
        </w:tc>
      </w:tr>
      <w:tr w:rsidR="00871041" w:rsidRPr="00F10995" w:rsidTr="00871041">
        <w:tc>
          <w:tcPr>
            <w:tcW w:w="5526" w:type="dxa"/>
          </w:tcPr>
          <w:p w:rsidR="00871041" w:rsidRDefault="00871041" w:rsidP="00D657BC">
            <w:pPr>
              <w:rPr>
                <w:rFonts w:ascii="Calibri" w:hAnsi="Calibri"/>
              </w:rPr>
            </w:pPr>
            <w:r>
              <w:t xml:space="preserve">2) </w:t>
            </w:r>
            <w:r>
              <w:rPr>
                <w:rFonts w:ascii="Calibri" w:hAnsi="Calibri"/>
              </w:rPr>
              <w:t>Point A is at -1,321 and point b is located at 517.</w:t>
            </w: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A: Draw a diagram</w:t>
            </w: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B: What is the distance from either endpoint to the midpoint?</w:t>
            </w: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C: What is the distance from Point A to Point B?</w:t>
            </w: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D: What is the midpoint?</w:t>
            </w: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</w:tc>
        <w:tc>
          <w:tcPr>
            <w:tcW w:w="5472" w:type="dxa"/>
          </w:tcPr>
          <w:p w:rsidR="00871041" w:rsidRDefault="00871041" w:rsidP="00D657B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3) </w:t>
            </w:r>
            <w:r>
              <w:rPr>
                <w:bCs/>
                <w:kern w:val="36"/>
              </w:rPr>
              <w:t xml:space="preserve">What is the midpoint of Line AB is B is at -421 and A is at 32? </w:t>
            </w:r>
          </w:p>
          <w:p w:rsidR="00871041" w:rsidRPr="00F10995" w:rsidRDefault="00871041" w:rsidP="00D657BC">
            <w:pPr>
              <w:spacing w:line="360" w:lineRule="auto"/>
            </w:pPr>
          </w:p>
        </w:tc>
      </w:tr>
      <w:tr w:rsidR="00871041" w:rsidRPr="00F10995" w:rsidTr="00871041">
        <w:tc>
          <w:tcPr>
            <w:tcW w:w="5526" w:type="dxa"/>
          </w:tcPr>
          <w:p w:rsidR="00871041" w:rsidRPr="00F10995" w:rsidRDefault="00871041" w:rsidP="00D657BC">
            <w:pPr>
              <w:rPr>
                <w:rFonts w:cs="Arial"/>
              </w:rPr>
            </w:pPr>
            <w:r w:rsidRPr="00F10995">
              <w:t>4)</w:t>
            </w:r>
            <w:r>
              <w:rPr>
                <w:b/>
              </w:rPr>
              <w:t xml:space="preserve"> </w:t>
            </w:r>
            <w:r w:rsidRPr="00F10995">
              <w:rPr>
                <w:rFonts w:cs="Arial"/>
              </w:rPr>
              <w:t xml:space="preserve">Find the point that </w:t>
            </w:r>
            <w:r>
              <w:rPr>
                <w:rFonts w:cs="Arial"/>
              </w:rPr>
              <w:t>is one-fourth of the way from (1, 7) to (18, 22</w:t>
            </w:r>
            <w:r w:rsidRPr="00F10995">
              <w:rPr>
                <w:rFonts w:cs="Arial"/>
              </w:rPr>
              <w:t>).</w:t>
            </w:r>
          </w:p>
          <w:p w:rsidR="00871041" w:rsidRDefault="00871041" w:rsidP="00D657BC"/>
          <w:p w:rsidR="00871041" w:rsidRDefault="00871041" w:rsidP="00D657BC"/>
          <w:p w:rsidR="00871041" w:rsidRDefault="00871041" w:rsidP="00D657BC"/>
          <w:p w:rsidR="00871041" w:rsidRDefault="00871041" w:rsidP="00D657BC"/>
          <w:p w:rsidR="00871041" w:rsidRDefault="00871041" w:rsidP="00D657BC"/>
          <w:p w:rsidR="00871041" w:rsidRDefault="00871041" w:rsidP="00D657BC"/>
          <w:p w:rsidR="00871041" w:rsidRDefault="00871041" w:rsidP="00D657BC"/>
          <w:p w:rsidR="00871041" w:rsidRDefault="00871041" w:rsidP="00D657BC"/>
          <w:p w:rsidR="00871041" w:rsidRDefault="00871041" w:rsidP="00D657BC"/>
        </w:tc>
        <w:tc>
          <w:tcPr>
            <w:tcW w:w="5472" w:type="dxa"/>
          </w:tcPr>
          <w:p w:rsidR="00871041" w:rsidRDefault="00871041" w:rsidP="00D657B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5) If line MNO lies on Plane T, can we also call Plane T Plane </w:t>
            </w:r>
            <w:proofErr w:type="gramStart"/>
            <w:r>
              <w:rPr>
                <w:rFonts w:ascii="Calibri" w:hAnsi="Calibri"/>
              </w:rPr>
              <w:t>MNO?</w:t>
            </w:r>
            <w:proofErr w:type="gramEnd"/>
            <w:r>
              <w:rPr>
                <w:rFonts w:ascii="Calibri" w:hAnsi="Calibri"/>
              </w:rPr>
              <w:t xml:space="preserve">  </w:t>
            </w: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Why or why not?</w:t>
            </w:r>
            <w:proofErr w:type="gramEnd"/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</w:tc>
      </w:tr>
      <w:tr w:rsidR="00871041" w:rsidRPr="00F10995" w:rsidTr="00871041">
        <w:tc>
          <w:tcPr>
            <w:tcW w:w="5526" w:type="dxa"/>
          </w:tcPr>
          <w:p w:rsidR="00871041" w:rsidRDefault="00871041" w:rsidP="00D657BC">
            <w:r>
              <w:lastRenderedPageBreak/>
              <w:br w:type="page"/>
            </w:r>
            <w:r>
              <w:t xml:space="preserve">6. Draw an example of each of the following: </w:t>
            </w:r>
          </w:p>
          <w:p w:rsidR="00871041" w:rsidRDefault="00871041" w:rsidP="00D657BC"/>
          <w:p w:rsidR="00871041" w:rsidRDefault="00871041" w:rsidP="00D657BC">
            <w:r>
              <w:t>Ray:</w:t>
            </w:r>
          </w:p>
          <w:p w:rsidR="00871041" w:rsidRDefault="00871041" w:rsidP="00D657BC"/>
          <w:p w:rsidR="00871041" w:rsidRDefault="00871041" w:rsidP="00D657BC"/>
          <w:p w:rsidR="00871041" w:rsidRDefault="00871041" w:rsidP="00D657BC">
            <w:r>
              <w:t xml:space="preserve">Line Segment: </w:t>
            </w:r>
          </w:p>
          <w:p w:rsidR="00871041" w:rsidRDefault="00871041" w:rsidP="00D657BC"/>
          <w:p w:rsidR="00871041" w:rsidRDefault="00871041" w:rsidP="00D657BC"/>
          <w:p w:rsidR="00871041" w:rsidRDefault="00871041" w:rsidP="00D657BC">
            <w:r>
              <w:t xml:space="preserve">Line: </w:t>
            </w:r>
          </w:p>
          <w:p w:rsidR="00871041" w:rsidRDefault="00871041" w:rsidP="00D657BC"/>
          <w:p w:rsidR="00871041" w:rsidRDefault="00871041" w:rsidP="00D657BC"/>
          <w:p w:rsidR="00871041" w:rsidRDefault="00871041" w:rsidP="00D657BC">
            <w:r>
              <w:t>Plane:</w:t>
            </w:r>
          </w:p>
          <w:p w:rsidR="00871041" w:rsidRDefault="00871041" w:rsidP="00D657BC"/>
          <w:p w:rsidR="00871041" w:rsidRDefault="00871041" w:rsidP="00D657BC"/>
          <w:p w:rsidR="00871041" w:rsidRDefault="00871041" w:rsidP="00D657BC">
            <w:r>
              <w:t>Point:</w:t>
            </w:r>
          </w:p>
          <w:p w:rsidR="00871041" w:rsidRDefault="00871041" w:rsidP="00D657BC"/>
          <w:p w:rsidR="00871041" w:rsidRDefault="00871041" w:rsidP="00D657BC"/>
          <w:p w:rsidR="00871041" w:rsidRPr="00F10995" w:rsidRDefault="00871041" w:rsidP="00D657BC"/>
        </w:tc>
        <w:tc>
          <w:tcPr>
            <w:tcW w:w="5472" w:type="dxa"/>
          </w:tcPr>
          <w:p w:rsidR="00871041" w:rsidRDefault="00871041" w:rsidP="00D657B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7) What is the definition of absolute value? </w:t>
            </w:r>
          </w:p>
        </w:tc>
      </w:tr>
      <w:tr w:rsidR="00871041" w:rsidRPr="00F10995" w:rsidTr="00871041">
        <w:tc>
          <w:tcPr>
            <w:tcW w:w="5526" w:type="dxa"/>
          </w:tcPr>
          <w:p w:rsidR="00871041" w:rsidRDefault="00871041" w:rsidP="00D657BC">
            <w:proofErr w:type="gramStart"/>
            <w:r>
              <w:t>8) ACT!</w:t>
            </w:r>
            <w:proofErr w:type="gramEnd"/>
            <w:r>
              <w:t xml:space="preserve"> </w:t>
            </w:r>
            <w:r w:rsidRPr="00871041">
              <w:rPr>
                <w:i/>
              </w:rPr>
              <w:t>(</w:t>
            </w:r>
            <w:proofErr w:type="spellStart"/>
            <w:r w:rsidRPr="00871041">
              <w:rPr>
                <w:i/>
              </w:rPr>
              <w:t>Aways</w:t>
            </w:r>
            <w:proofErr w:type="spellEnd"/>
            <w:r w:rsidRPr="00871041">
              <w:rPr>
                <w:i/>
              </w:rPr>
              <w:t xml:space="preserve"> show your work!)</w:t>
            </w:r>
          </w:p>
          <w:p w:rsidR="00871041" w:rsidRDefault="00871041" w:rsidP="00D657BC"/>
          <w:p w:rsidR="00871041" w:rsidRDefault="00871041" w:rsidP="00D657BC">
            <w:r>
              <w:rPr>
                <w:noProof/>
              </w:rPr>
              <w:drawing>
                <wp:inline distT="0" distB="0" distL="0" distR="0">
                  <wp:extent cx="3200400" cy="1238250"/>
                  <wp:effectExtent l="19050" t="0" r="0" b="0"/>
                  <wp:docPr id="2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041" w:rsidRDefault="00871041" w:rsidP="00D657BC"/>
          <w:p w:rsidR="00871041" w:rsidRDefault="00871041" w:rsidP="00D657BC"/>
          <w:p w:rsidR="00871041" w:rsidRDefault="00871041" w:rsidP="00D657BC"/>
          <w:p w:rsidR="00871041" w:rsidRDefault="00871041" w:rsidP="00D657BC"/>
          <w:p w:rsidR="00871041" w:rsidRDefault="00871041" w:rsidP="00D657BC"/>
          <w:p w:rsidR="00871041" w:rsidRDefault="00871041" w:rsidP="00D657BC"/>
        </w:tc>
        <w:tc>
          <w:tcPr>
            <w:tcW w:w="5472" w:type="dxa"/>
          </w:tcPr>
          <w:p w:rsidR="00871041" w:rsidRDefault="00871041" w:rsidP="00D657BC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9) ACT!</w:t>
            </w:r>
            <w:proofErr w:type="gramEnd"/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  <w:r>
              <w:rPr>
                <w:noProof/>
              </w:rPr>
              <w:drawing>
                <wp:inline distT="0" distB="0" distL="0" distR="0">
                  <wp:extent cx="1873955" cy="1219200"/>
                  <wp:effectExtent l="19050" t="0" r="0" b="0"/>
                  <wp:docPr id="22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982" cy="12198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041" w:rsidRPr="00F10995" w:rsidTr="00871041">
        <w:tc>
          <w:tcPr>
            <w:tcW w:w="5526" w:type="dxa"/>
          </w:tcPr>
          <w:p w:rsidR="00871041" w:rsidRDefault="00871041" w:rsidP="00D657BC">
            <w:proofErr w:type="gramStart"/>
            <w:r>
              <w:t>10) ACT!</w:t>
            </w:r>
            <w:proofErr w:type="gramEnd"/>
          </w:p>
          <w:p w:rsidR="00871041" w:rsidRDefault="00871041" w:rsidP="00D657BC">
            <w:r>
              <w:rPr>
                <w:noProof/>
              </w:rPr>
              <w:drawing>
                <wp:inline distT="0" distB="0" distL="0" distR="0">
                  <wp:extent cx="3343275" cy="1485900"/>
                  <wp:effectExtent l="19050" t="0" r="9525" b="0"/>
                  <wp:docPr id="23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041" w:rsidRDefault="00871041" w:rsidP="00D657BC"/>
          <w:p w:rsidR="00871041" w:rsidRDefault="00871041" w:rsidP="00D657BC"/>
          <w:p w:rsidR="00871041" w:rsidRDefault="00871041" w:rsidP="00D657BC"/>
          <w:p w:rsidR="00871041" w:rsidRDefault="00871041" w:rsidP="00D657BC"/>
          <w:p w:rsidR="00871041" w:rsidRDefault="00871041" w:rsidP="00D657BC"/>
          <w:p w:rsidR="00871041" w:rsidRDefault="00871041" w:rsidP="00D657BC"/>
          <w:p w:rsidR="00871041" w:rsidRDefault="00871041" w:rsidP="00D657BC"/>
        </w:tc>
        <w:tc>
          <w:tcPr>
            <w:tcW w:w="5472" w:type="dxa"/>
          </w:tcPr>
          <w:p w:rsidR="00871041" w:rsidRDefault="00871041" w:rsidP="00D657BC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11) ACT!</w:t>
            </w:r>
            <w:proofErr w:type="gramEnd"/>
          </w:p>
          <w:p w:rsidR="00871041" w:rsidRDefault="00871041" w:rsidP="00D657BC">
            <w:pPr>
              <w:rPr>
                <w:rFonts w:ascii="Calibri" w:hAnsi="Calibri"/>
              </w:rPr>
            </w:pPr>
            <w:r>
              <w:rPr>
                <w:noProof/>
              </w:rPr>
              <w:drawing>
                <wp:inline distT="0" distB="0" distL="0" distR="0">
                  <wp:extent cx="3209925" cy="2228850"/>
                  <wp:effectExtent l="19050" t="0" r="9525" b="0"/>
                  <wp:docPr id="2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222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  <w:p w:rsidR="00871041" w:rsidRDefault="00871041" w:rsidP="00D657BC">
            <w:pPr>
              <w:rPr>
                <w:rFonts w:ascii="Calibri" w:hAnsi="Calibri"/>
              </w:rPr>
            </w:pPr>
          </w:p>
        </w:tc>
      </w:tr>
    </w:tbl>
    <w:p w:rsidR="00871041" w:rsidRDefault="00871041"/>
    <w:p w:rsidR="004A1C66" w:rsidRDefault="004A1C66"/>
    <w:sectPr w:rsidR="004A1C66" w:rsidSect="00871041">
      <w:footerReference w:type="default" r:id="rId12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448" w:rsidRDefault="00DB6448" w:rsidP="004A1C66">
      <w:r>
        <w:separator/>
      </w:r>
    </w:p>
  </w:endnote>
  <w:endnote w:type="continuationSeparator" w:id="0">
    <w:p w:rsidR="00DB6448" w:rsidRDefault="00DB6448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448" w:rsidRDefault="00DB6448" w:rsidP="004A1C66">
      <w:r>
        <w:separator/>
      </w:r>
    </w:p>
  </w:footnote>
  <w:footnote w:type="continuationSeparator" w:id="0">
    <w:p w:rsidR="00DB6448" w:rsidRDefault="00DB6448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199B"/>
    <w:multiLevelType w:val="hybridMultilevel"/>
    <w:tmpl w:val="9E7C881C"/>
    <w:lvl w:ilvl="0" w:tplc="1DC4410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DC18A9"/>
    <w:multiLevelType w:val="hybridMultilevel"/>
    <w:tmpl w:val="9BA6C6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C66"/>
    <w:rsid w:val="000248E2"/>
    <w:rsid w:val="00242D79"/>
    <w:rsid w:val="003B785F"/>
    <w:rsid w:val="004A1C66"/>
    <w:rsid w:val="004D05E9"/>
    <w:rsid w:val="0065474E"/>
    <w:rsid w:val="00674044"/>
    <w:rsid w:val="006F5A5F"/>
    <w:rsid w:val="008209F3"/>
    <w:rsid w:val="00871041"/>
    <w:rsid w:val="00877409"/>
    <w:rsid w:val="00B53200"/>
    <w:rsid w:val="00CE4705"/>
    <w:rsid w:val="00DB6448"/>
    <w:rsid w:val="00DD6332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HW32_UnitTestReview.doc</Template>
  <TotalTime>0</TotalTime>
  <Pages>3</Pages>
  <Words>159</Words>
  <Characters>912</Characters>
  <Application>Microsoft Office Word</Application>
  <DocSecurity>0</DocSecurity>
  <Lines>7</Lines>
  <Paragraphs>2</Paragraphs>
  <ScaleCrop>false</ScaleCrop>
  <Company>Toshiba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2014-10-06T03:32:00Z</dcterms:created>
  <dcterms:modified xsi:type="dcterms:W3CDTF">2014-10-06T03:32:00Z</dcterms:modified>
</cp:coreProperties>
</file>